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38812" w14:textId="4A3EB696" w:rsidR="009F1641" w:rsidRDefault="009F1641" w:rsidP="009F1641">
      <w:pPr>
        <w:tabs>
          <w:tab w:val="right" w:pos="8789"/>
        </w:tabs>
        <w:jc w:val="both"/>
      </w:pPr>
      <w:r>
        <w:t>Riigimetsa Majandamise Keskus</w:t>
      </w:r>
      <w:r>
        <w:tab/>
        <w:t>1</w:t>
      </w:r>
      <w:r w:rsidR="004B2C5B">
        <w:t>1</w:t>
      </w:r>
      <w:r>
        <w:t>.11.2022</w:t>
      </w:r>
    </w:p>
    <w:p w14:paraId="64E7FA12" w14:textId="77777777" w:rsidR="009F1641" w:rsidRDefault="009F1641" w:rsidP="009F1641">
      <w:pPr>
        <w:tabs>
          <w:tab w:val="right" w:pos="8789"/>
        </w:tabs>
        <w:jc w:val="both"/>
      </w:pPr>
      <w:r w:rsidRPr="009C3F41">
        <w:t xml:space="preserve">Metsa 4, Iisaku alevik, Alutaguse vald, </w:t>
      </w:r>
    </w:p>
    <w:p w14:paraId="10AE6E70" w14:textId="32717515" w:rsidR="0047545C" w:rsidRDefault="009F1641" w:rsidP="009F1641">
      <w:pPr>
        <w:tabs>
          <w:tab w:val="right" w:pos="8789"/>
        </w:tabs>
        <w:jc w:val="both"/>
      </w:pPr>
      <w:r w:rsidRPr="009C3F41">
        <w:t>41101 Ida-Virumaa</w:t>
      </w:r>
      <w:r w:rsidR="00F760B6">
        <w:tab/>
      </w:r>
    </w:p>
    <w:p w14:paraId="0ECF6F2B" w14:textId="77777777" w:rsidR="00922804" w:rsidRDefault="00922804" w:rsidP="00BA506C"/>
    <w:p w14:paraId="46E88C1A" w14:textId="77777777" w:rsidR="00671781" w:rsidRPr="0087454D" w:rsidRDefault="00915F49" w:rsidP="00671781">
      <w:pPr>
        <w:rPr>
          <w:b/>
        </w:rPr>
      </w:pPr>
      <w:r>
        <w:rPr>
          <w:b/>
        </w:rPr>
        <w:t xml:space="preserve">Olemasoleva </w:t>
      </w:r>
      <w:r w:rsidR="009C3F41">
        <w:rPr>
          <w:b/>
        </w:rPr>
        <w:t>1</w:t>
      </w:r>
      <w:r>
        <w:rPr>
          <w:b/>
        </w:rPr>
        <w:t>10 kV õhuliini L138A Püssi</w:t>
      </w:r>
      <w:r w:rsidR="009C3F41">
        <w:rPr>
          <w:b/>
        </w:rPr>
        <w:t xml:space="preserve"> – Kiikla </w:t>
      </w:r>
      <w:r>
        <w:rPr>
          <w:b/>
        </w:rPr>
        <w:t>osaline demontaaži põhiprojekt</w:t>
      </w:r>
    </w:p>
    <w:p w14:paraId="6253A639" w14:textId="77777777" w:rsidR="00671781" w:rsidRPr="0087454D" w:rsidRDefault="00671781" w:rsidP="00671781"/>
    <w:p w14:paraId="3E1CBE4F" w14:textId="77777777" w:rsidR="009C3F41" w:rsidRPr="009C3F41" w:rsidRDefault="00915F49" w:rsidP="00915F49">
      <w:pPr>
        <w:jc w:val="both"/>
        <w:rPr>
          <w:lang w:val="fi-FI"/>
        </w:rPr>
      </w:pPr>
      <w:r>
        <w:t xml:space="preserve">Seoses uue 110 kV õhuliini rajamisega olemasoleva Jaoskonna 3B ja Kiikla alajaamade vahel, jagatakse L138A Püssi – Kiikla 110 kV õhuliin kaheks liiniks: L135 Püssi – Ahtme ja L137 Püssi – Jaoskonna 3B – Kiikla. Sellest tulenevalt demonteeritakse osaliselt olemasolev 110 kV õhuliin L138A Püssi – kiikla alates mastist 29 kuni 59, trassi pikkusega ca 7,7 km. </w:t>
      </w:r>
    </w:p>
    <w:p w14:paraId="6FBDC239" w14:textId="77777777" w:rsidR="00671781" w:rsidRDefault="00915F49" w:rsidP="00671781">
      <w:pPr>
        <w:jc w:val="both"/>
      </w:pPr>
      <w:r>
        <w:t>Demonteeritav 110 kV õhuliini trassikoridor paikneb Alutaguse, Toila ja Lüganuse vallas.</w:t>
      </w:r>
    </w:p>
    <w:p w14:paraId="5DD109A1" w14:textId="77777777" w:rsidR="007169D1" w:rsidRDefault="007169D1" w:rsidP="00671781">
      <w:pPr>
        <w:jc w:val="both"/>
      </w:pPr>
    </w:p>
    <w:p w14:paraId="376B4852" w14:textId="77777777" w:rsidR="007169D1" w:rsidRDefault="007169D1" w:rsidP="00671781">
      <w:pPr>
        <w:jc w:val="both"/>
      </w:pPr>
      <w:r w:rsidRPr="007169D1">
        <w:t>Kõrgepingeliinide rekonstrueerimine ja uue 110 kV õhuliini rajamine on kooskõlas üleriigilise planeeringuga Eesti 2030+, mis näeb ette elektrivõrkude pidevat uuendamist, sh õhuliinide nüüdisajastamist varustuskindluse parandamise eesmärgil ning on kooskõlas Alutaguse valla üldplaneeringuga.</w:t>
      </w:r>
    </w:p>
    <w:p w14:paraId="29C23BAC" w14:textId="769A1B59" w:rsidR="007169D1" w:rsidRDefault="007169D1" w:rsidP="00671781">
      <w:pPr>
        <w:jc w:val="both"/>
      </w:pPr>
    </w:p>
    <w:p w14:paraId="66538B4A" w14:textId="77777777" w:rsidR="009F1641" w:rsidRDefault="009F1641" w:rsidP="009F1641">
      <w:pPr>
        <w:jc w:val="both"/>
      </w:pPr>
      <w:r>
        <w:t>Kavandatav tegevus hõlmab järgnevaid RMK kuuluvaid kinnistuid:</w:t>
      </w:r>
    </w:p>
    <w:p w14:paraId="4B5B7EEB" w14:textId="4D13DF7C" w:rsidR="00CC4A43" w:rsidRDefault="00CC4A43" w:rsidP="00760A61">
      <w:pPr>
        <w:jc w:val="both"/>
      </w:pPr>
      <w:r>
        <w:t>Kohtla metskond 121 (</w:t>
      </w:r>
      <w:r w:rsidRPr="002643C1">
        <w:t>katastriüksuse nr</w:t>
      </w:r>
      <w:r>
        <w:t xml:space="preserve"> 44901:002:0304</w:t>
      </w:r>
      <w:r w:rsidRPr="002643C1">
        <w:t>, reg.kood:</w:t>
      </w:r>
      <w:r>
        <w:t xml:space="preserve"> 16788150</w:t>
      </w:r>
      <w:r w:rsidRPr="002643C1">
        <w:t>);</w:t>
      </w:r>
    </w:p>
    <w:p w14:paraId="3553AA3A" w14:textId="54140673" w:rsidR="00CC4A43" w:rsidRDefault="00CC4A43" w:rsidP="00760A61">
      <w:pPr>
        <w:jc w:val="both"/>
      </w:pPr>
      <w:r>
        <w:t xml:space="preserve">Kohtla metskond 116 </w:t>
      </w:r>
      <w:r>
        <w:t>(</w:t>
      </w:r>
      <w:r w:rsidRPr="002643C1">
        <w:t>katastriüksuse nr</w:t>
      </w:r>
      <w:r>
        <w:t xml:space="preserve"> 44901:002:0400</w:t>
      </w:r>
      <w:r w:rsidRPr="002643C1">
        <w:t>, reg.kood:</w:t>
      </w:r>
      <w:r>
        <w:t xml:space="preserve"> 5000608</w:t>
      </w:r>
      <w:r w:rsidRPr="002643C1">
        <w:t>);</w:t>
      </w:r>
    </w:p>
    <w:p w14:paraId="5AEA03ED" w14:textId="42840F2A" w:rsidR="00CC4A43" w:rsidRDefault="00CC4A43" w:rsidP="00760A61">
      <w:pPr>
        <w:jc w:val="both"/>
      </w:pPr>
      <w:r>
        <w:t xml:space="preserve">Kohtla metskond 21 </w:t>
      </w:r>
      <w:r>
        <w:t>(</w:t>
      </w:r>
      <w:r w:rsidRPr="002643C1">
        <w:t>katastriüksuse nr</w:t>
      </w:r>
      <w:r>
        <w:t xml:space="preserve"> 32002:003:0042</w:t>
      </w:r>
      <w:r w:rsidRPr="002643C1">
        <w:t>, reg.kood:</w:t>
      </w:r>
      <w:r>
        <w:t xml:space="preserve"> 15094750</w:t>
      </w:r>
      <w:r w:rsidRPr="002643C1">
        <w:t>);</w:t>
      </w:r>
    </w:p>
    <w:p w14:paraId="2824BBD2" w14:textId="77EDF70C" w:rsidR="00CC4A43" w:rsidRDefault="00537936" w:rsidP="00760A61">
      <w:pPr>
        <w:jc w:val="both"/>
      </w:pPr>
      <w:r>
        <w:t xml:space="preserve">Kohtla metskond 197 </w:t>
      </w:r>
      <w:r w:rsidR="00CC4A43">
        <w:t>(</w:t>
      </w:r>
      <w:r w:rsidR="00CC4A43" w:rsidRPr="002643C1">
        <w:t>katastriüksuse nr</w:t>
      </w:r>
      <w:r>
        <w:t xml:space="preserve"> 32001:001:0195</w:t>
      </w:r>
      <w:r w:rsidR="00CC4A43" w:rsidRPr="002643C1">
        <w:t>, reg.kood:</w:t>
      </w:r>
      <w:r>
        <w:t xml:space="preserve"> 10490250</w:t>
      </w:r>
      <w:r w:rsidR="00CC4A43" w:rsidRPr="002643C1">
        <w:t>);</w:t>
      </w:r>
    </w:p>
    <w:p w14:paraId="29734839" w14:textId="7CEAED10" w:rsidR="00CC4A43" w:rsidRDefault="00537936" w:rsidP="00760A61">
      <w:pPr>
        <w:jc w:val="both"/>
      </w:pPr>
      <w:r>
        <w:t xml:space="preserve">Kohtla metskond 198 </w:t>
      </w:r>
      <w:r w:rsidR="00CC4A43">
        <w:t>(</w:t>
      </w:r>
      <w:r w:rsidR="00CC4A43" w:rsidRPr="002643C1">
        <w:t>katastriüksuse nr</w:t>
      </w:r>
      <w:r>
        <w:t xml:space="preserve"> 32001:001:0196</w:t>
      </w:r>
      <w:r w:rsidR="00CC4A43" w:rsidRPr="002643C1">
        <w:t>, reg.kood:</w:t>
      </w:r>
      <w:r>
        <w:t xml:space="preserve"> 10269350</w:t>
      </w:r>
      <w:r w:rsidR="00CC4A43" w:rsidRPr="002643C1">
        <w:t>);</w:t>
      </w:r>
    </w:p>
    <w:p w14:paraId="11182517" w14:textId="2D807FA4" w:rsidR="009F1641" w:rsidRDefault="00537936" w:rsidP="00671781">
      <w:pPr>
        <w:jc w:val="both"/>
      </w:pPr>
      <w:r>
        <w:t xml:space="preserve">Mäetaguse metskond 150 </w:t>
      </w:r>
      <w:r w:rsidR="00CC4A43">
        <w:t>(</w:t>
      </w:r>
      <w:r w:rsidR="00CC4A43" w:rsidRPr="002643C1">
        <w:t>katastriüksuse nr</w:t>
      </w:r>
      <w:r>
        <w:t xml:space="preserve"> 49801:001:072</w:t>
      </w:r>
      <w:r w:rsidR="00CC4A43" w:rsidRPr="002643C1">
        <w:t>, reg.kood:</w:t>
      </w:r>
      <w:r>
        <w:t xml:space="preserve"> 8704550</w:t>
      </w:r>
      <w:r w:rsidR="00CC4A43" w:rsidRPr="002643C1">
        <w:t>);</w:t>
      </w:r>
    </w:p>
    <w:p w14:paraId="1B77ECB6" w14:textId="77777777" w:rsidR="00DE7936" w:rsidRDefault="00DE7936" w:rsidP="00401F3C">
      <w:pPr>
        <w:jc w:val="both"/>
      </w:pPr>
    </w:p>
    <w:p w14:paraId="62C0B092" w14:textId="77777777" w:rsidR="00E06041" w:rsidRDefault="00E06041" w:rsidP="00401F3C">
      <w:pPr>
        <w:jc w:val="both"/>
      </w:pPr>
      <w:r>
        <w:t>Kontaktid:</w:t>
      </w:r>
    </w:p>
    <w:p w14:paraId="1542C28F" w14:textId="77777777" w:rsidR="00E06041" w:rsidRDefault="00E06041" w:rsidP="00401F3C">
      <w:pPr>
        <w:contextualSpacing/>
        <w:jc w:val="both"/>
      </w:pPr>
      <w:r>
        <w:t xml:space="preserve">Töövõtja: </w:t>
      </w:r>
      <w:r w:rsidR="00AA6A54">
        <w:tab/>
      </w:r>
      <w:r w:rsidR="0041425A">
        <w:t>Enersense AS, Lõõtsa 12</w:t>
      </w:r>
      <w:r>
        <w:t>, 10121 Tallinn</w:t>
      </w:r>
      <w:r w:rsidR="00FC7CAE">
        <w:t xml:space="preserve"> </w:t>
      </w:r>
    </w:p>
    <w:p w14:paraId="3D2EA28B" w14:textId="77777777" w:rsidR="00E06041" w:rsidRDefault="00FE4A31" w:rsidP="00401F3C">
      <w:pPr>
        <w:ind w:left="720" w:firstLine="720"/>
        <w:contextualSpacing/>
        <w:jc w:val="both"/>
      </w:pPr>
      <w:r>
        <w:t>Kooskõlastused</w:t>
      </w:r>
      <w:r w:rsidR="00E06041">
        <w:t xml:space="preserve">: </w:t>
      </w:r>
      <w:r w:rsidR="00C87659">
        <w:t>Rene Unnuk</w:t>
      </w:r>
      <w:r w:rsidR="0039318D">
        <w:t>,</w:t>
      </w:r>
      <w:r w:rsidR="00E06041">
        <w:t xml:space="preserve"> t</w:t>
      </w:r>
      <w:r w:rsidR="00FC7CAE">
        <w:t>el</w:t>
      </w:r>
      <w:r w:rsidR="00E06041">
        <w:t>.</w:t>
      </w:r>
      <w:r w:rsidR="00FC7CAE">
        <w:t xml:space="preserve"> </w:t>
      </w:r>
      <w:r w:rsidR="00C87659" w:rsidRPr="00C87659">
        <w:t>56842586</w:t>
      </w:r>
      <w:r w:rsidR="00E06041">
        <w:t>, e-post</w:t>
      </w:r>
      <w:r w:rsidR="00FC7CAE">
        <w:t xml:space="preserve"> </w:t>
      </w:r>
      <w:r>
        <w:t xml:space="preserve"> </w:t>
      </w:r>
      <w:hyperlink r:id="rId8" w:history="1">
        <w:r w:rsidR="00C87659" w:rsidRPr="00423E0A">
          <w:rPr>
            <w:rStyle w:val="Hyperlink"/>
          </w:rPr>
          <w:t>rene.unnuk@enersense.com</w:t>
        </w:r>
      </w:hyperlink>
      <w:r w:rsidR="00FC44AE">
        <w:t xml:space="preserve"> </w:t>
      </w:r>
    </w:p>
    <w:p w14:paraId="411E89FC" w14:textId="77777777" w:rsidR="00086311" w:rsidRDefault="00086311" w:rsidP="00401F3C">
      <w:pPr>
        <w:ind w:left="720" w:firstLine="720"/>
        <w:contextualSpacing/>
        <w:jc w:val="both"/>
      </w:pPr>
    </w:p>
    <w:p w14:paraId="4BA05A12" w14:textId="77777777" w:rsidR="00E06041" w:rsidRDefault="00E06041" w:rsidP="00401F3C">
      <w:pPr>
        <w:contextualSpacing/>
        <w:jc w:val="both"/>
      </w:pPr>
      <w:r>
        <w:t xml:space="preserve">Tellija: </w:t>
      </w:r>
      <w:r w:rsidR="00AA6A54">
        <w:tab/>
      </w:r>
      <w:r w:rsidR="00AA6A54">
        <w:tab/>
      </w:r>
      <w:r>
        <w:t>OÜ Elering, Kadaka tee 42, 12915 Tallinn,</w:t>
      </w:r>
    </w:p>
    <w:p w14:paraId="61AC2FFD" w14:textId="77777777" w:rsidR="00086311" w:rsidRDefault="00E06041" w:rsidP="00401F3C">
      <w:pPr>
        <w:ind w:left="720" w:firstLine="720"/>
        <w:contextualSpacing/>
        <w:jc w:val="both"/>
      </w:pPr>
      <w:r>
        <w:t xml:space="preserve">Projektijuht: </w:t>
      </w:r>
      <w:r w:rsidR="007169D1">
        <w:t>Peeter Kippasto</w:t>
      </w:r>
      <w:r w:rsidR="0030313D">
        <w:t>, tel.  508 4721</w:t>
      </w:r>
      <w:r>
        <w:t xml:space="preserve">, e-post </w:t>
      </w:r>
      <w:hyperlink r:id="rId9" w:history="1">
        <w:r w:rsidR="007169D1" w:rsidRPr="00F3038A">
          <w:rPr>
            <w:rStyle w:val="Hyperlink"/>
          </w:rPr>
          <w:t>peeter.kippasto@elering.ee</w:t>
        </w:r>
      </w:hyperlink>
      <w:r w:rsidR="00295A3A">
        <w:t xml:space="preserve"> </w:t>
      </w:r>
    </w:p>
    <w:p w14:paraId="25B9F9BE" w14:textId="77777777" w:rsidR="00E06041" w:rsidRPr="00D813AC" w:rsidRDefault="00E06041" w:rsidP="00401F3C">
      <w:pPr>
        <w:ind w:left="720" w:firstLine="720"/>
        <w:contextualSpacing/>
        <w:jc w:val="both"/>
        <w:rPr>
          <w:rStyle w:val="Hyperlink"/>
        </w:rPr>
      </w:pPr>
      <w:r>
        <w:t xml:space="preserve">   </w:t>
      </w:r>
    </w:p>
    <w:p w14:paraId="6AAEB906" w14:textId="77777777" w:rsidR="00E06041" w:rsidRDefault="00E06041" w:rsidP="00401F3C">
      <w:pPr>
        <w:jc w:val="both"/>
      </w:pPr>
      <w:r>
        <w:t>Teie mõistvale suhtumisele lootes</w:t>
      </w:r>
    </w:p>
    <w:p w14:paraId="4BFD1490" w14:textId="77777777" w:rsidR="00F760B6" w:rsidRDefault="00F760B6" w:rsidP="00401F3C">
      <w:pPr>
        <w:jc w:val="both"/>
      </w:pPr>
    </w:p>
    <w:p w14:paraId="470ABC0B" w14:textId="77777777" w:rsidR="00671781" w:rsidRDefault="00671781" w:rsidP="00671781">
      <w:pPr>
        <w:rPr>
          <w:rFonts w:eastAsia="Calibri"/>
        </w:rPr>
      </w:pPr>
      <w:r>
        <w:rPr>
          <w:rFonts w:eastAsia="Calibri"/>
        </w:rPr>
        <w:t>Märkus:</w:t>
      </w:r>
    </w:p>
    <w:p w14:paraId="01DCC2C6" w14:textId="77777777" w:rsidR="00671781" w:rsidRPr="00D71772" w:rsidRDefault="00671781" w:rsidP="007169D1">
      <w:pPr>
        <w:pStyle w:val="ListParagraph"/>
        <w:numPr>
          <w:ilvl w:val="0"/>
          <w:numId w:val="7"/>
        </w:numPr>
        <w:rPr>
          <w:rFonts w:eastAsia="Calibri"/>
        </w:rPr>
      </w:pPr>
      <w:r w:rsidRPr="00D71772">
        <w:rPr>
          <w:rFonts w:eastAsia="Calibri"/>
        </w:rPr>
        <w:t xml:space="preserve">Kooskõlastamiseks on esitatud </w:t>
      </w:r>
      <w:r w:rsidR="00C87659">
        <w:rPr>
          <w:rFonts w:eastAsia="Calibri"/>
        </w:rPr>
        <w:t>110 kV õhuliini L138A</w:t>
      </w:r>
      <w:r w:rsidR="007169D1" w:rsidRPr="007169D1">
        <w:rPr>
          <w:rFonts w:eastAsia="Calibri"/>
        </w:rPr>
        <w:t xml:space="preserve"> </w:t>
      </w:r>
      <w:r w:rsidR="00C87659">
        <w:rPr>
          <w:rFonts w:eastAsia="Calibri"/>
        </w:rPr>
        <w:t>Püssi</w:t>
      </w:r>
      <w:r w:rsidR="007169D1" w:rsidRPr="007169D1">
        <w:rPr>
          <w:rFonts w:eastAsia="Calibri"/>
        </w:rPr>
        <w:t xml:space="preserve"> – Kiikla </w:t>
      </w:r>
      <w:r w:rsidR="00C87659">
        <w:rPr>
          <w:rFonts w:eastAsia="Calibri"/>
        </w:rPr>
        <w:t xml:space="preserve">osalise demontaaži </w:t>
      </w:r>
      <w:r w:rsidR="007169D1" w:rsidRPr="007169D1">
        <w:rPr>
          <w:rFonts w:eastAsia="Calibri"/>
        </w:rPr>
        <w:t>põhiprojekt</w:t>
      </w:r>
    </w:p>
    <w:p w14:paraId="0D28D211" w14:textId="77777777" w:rsidR="00671781" w:rsidRDefault="00671781" w:rsidP="00671781">
      <w:r>
        <w:t>Lisad:</w:t>
      </w:r>
    </w:p>
    <w:p w14:paraId="720F8920" w14:textId="77777777" w:rsidR="00671781" w:rsidRDefault="00671781" w:rsidP="00671781">
      <w:pPr>
        <w:ind w:firstLine="705"/>
      </w:pPr>
      <w:r>
        <w:t>1.    Põhiprojekt KP</w:t>
      </w:r>
      <w:r w:rsidR="007169D1">
        <w:t>L2201</w:t>
      </w:r>
      <w:r w:rsidR="00C87659">
        <w:t>K2</w:t>
      </w:r>
      <w:r>
        <w:t xml:space="preserve"> </w:t>
      </w:r>
    </w:p>
    <w:p w14:paraId="590C953D" w14:textId="77777777" w:rsidR="0012146E" w:rsidRDefault="0012146E" w:rsidP="00BE0E8C">
      <w:pPr>
        <w:pStyle w:val="ListParagraph"/>
        <w:ind w:left="1065"/>
      </w:pPr>
    </w:p>
    <w:p w14:paraId="52C62332" w14:textId="77777777" w:rsidR="00CE33E6" w:rsidRDefault="00CE33E6" w:rsidP="00CE33E6">
      <w:pPr>
        <w:pStyle w:val="ListParagraph"/>
        <w:ind w:left="1065"/>
      </w:pPr>
    </w:p>
    <w:p w14:paraId="16410D6F" w14:textId="77777777" w:rsidR="00F760B6" w:rsidRPr="00922804" w:rsidRDefault="00F760B6" w:rsidP="00F760B6">
      <w:r w:rsidRPr="00922804">
        <w:t xml:space="preserve">Koostas: </w:t>
      </w:r>
      <w:r w:rsidR="00C87659">
        <w:t>Rene Unnuk</w:t>
      </w:r>
    </w:p>
    <w:p w14:paraId="58AD0DC0" w14:textId="77777777" w:rsidR="00F760B6" w:rsidRDefault="000A0899" w:rsidP="00F760B6">
      <w:r>
        <w:t xml:space="preserve">Tel. </w:t>
      </w:r>
      <w:r w:rsidR="00C87659" w:rsidRPr="00C87659">
        <w:t>56842586</w:t>
      </w:r>
    </w:p>
    <w:sectPr w:rsidR="00F760B6" w:rsidSect="00AA6A54">
      <w:headerReference w:type="default" r:id="rId10"/>
      <w:pgSz w:w="11906" w:h="16838"/>
      <w:pgMar w:top="2835" w:right="1417" w:bottom="1843" w:left="1417" w:header="708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20466" w14:textId="77777777" w:rsidR="00EE24AC" w:rsidRDefault="00EE24AC" w:rsidP="00B71AE8">
      <w:r>
        <w:separator/>
      </w:r>
    </w:p>
  </w:endnote>
  <w:endnote w:type="continuationSeparator" w:id="0">
    <w:p w14:paraId="1CDC608D" w14:textId="77777777" w:rsidR="00EE24AC" w:rsidRDefault="00EE24AC" w:rsidP="00B71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561F6" w14:textId="77777777" w:rsidR="00EE24AC" w:rsidRDefault="00EE24AC" w:rsidP="00B71AE8">
      <w:r>
        <w:separator/>
      </w:r>
    </w:p>
  </w:footnote>
  <w:footnote w:type="continuationSeparator" w:id="0">
    <w:p w14:paraId="65E94AC4" w14:textId="77777777" w:rsidR="00EE24AC" w:rsidRDefault="00EE24AC" w:rsidP="00B71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45FE5" w14:textId="77777777" w:rsidR="00697E7B" w:rsidRDefault="00537936" w:rsidP="0026535E">
    <w:pPr>
      <w:pStyle w:val="Header"/>
      <w:tabs>
        <w:tab w:val="clear" w:pos="4536"/>
        <w:tab w:val="clear" w:pos="9072"/>
        <w:tab w:val="left" w:pos="3588"/>
      </w:tabs>
    </w:pPr>
    <w:r>
      <w:pict w14:anchorId="166BDA0F">
        <v:group id="Group 12" o:spid="_x0000_s14337" style="width:113.4pt;height:19pt;mso-position-horizontal-relative:char;mso-position-vertical-relative:line" coordsize="68453,11509">
          <v:shape id="Freeform 6" o:spid="_x0000_s14338" style="position:absolute;left:13652;top:2460;width:54801;height:6636;visibility:visible;mso-wrap-style:square;v-text-anchor:top" coordsize="3452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" path="m3175,143r-1,2l3175,148r,2l3177,152r1,2l3180,155r3,1l3185,156r160,l3347,156r2,-1l3351,154r2,-2l3354,151r1,-3l3355,146r,-2l3353,133r-2,-5l3349,122r-3,-7l3343,109r-4,-6l3334,97r-6,-6l3325,88r-3,-2l3315,81r-8,-4l3298,73r-10,-2l3277,69r-6,l3264,68r-11,1l3248,70r-5,1l3233,73r-8,4l3217,81r-7,4l3204,91r-5,5l3194,102r-5,7l3186,115r-3,6l3180,127r-2,6l3175,143xm3398,231r-230,l3168,237r1,7l3171,253r3,10l3178,274r3,6l3184,286r9,11l3198,303r5,5l3210,313r7,5l3225,323r8,3l3243,330r10,3l3265,335r6,1l3277,337r13,l3304,337r16,-1l3336,335r18,-3l3363,330r9,-2l3379,327r3,l3386,327r3,1l3392,329r6,3l3403,335r2,3l3407,340r4,6l3412,349r1,3l3415,357r1,3l3416,364r,7l3415,377r-3,6l3409,389r-2,2l3404,393r-2,2l3399,397r-7,3l3377,405r-16,4l3345,412r-16,2l3312,416r-16,1l3279,416r-17,-1l3243,413r-19,-4l3216,407r-9,-2l3192,399r-15,-6l3164,386r-12,-8l3141,369r-10,-9l3127,356r-5,-5l3114,341r-7,-10l3101,321r-5,-11l3091,299r-4,-10l3084,278r-3,-11l3078,257r-1,-10l3074,228r,-17l3074,196r,-11l3075,176r1,-7l3077,160r3,-11l3083,135r6,-15l3092,112r4,-8l3100,96r5,-8l3110,80r6,-9l3122,63r7,-7l3137,48r9,-7l3155,34r10,-7l3176,21r6,-2l3188,16r12,-5l3214,7r14,-3l3243,2r9,-1l3260,r17,l3289,r11,1l3305,2r5,l3320,4r10,3l3339,10r9,3l3356,17r8,4l3371,25r7,5l3385,35r6,6l3397,47r5,6l3408,59r9,13l3425,86r6,14l3437,114r5,14l3446,142r3,14l3451,169r1,6l3452,181r-1,6l3449,192r-1,6l3445,203r-3,5l3439,213r-4,4l3431,220r-5,4l3421,226r-5,2l3410,230r-6,1l3398,231xm325,232r-231,l94,238r1,7l97,254r3,10l104,275r3,6l111,287r8,11l124,304r6,5l136,314r7,5l151,323r9,4l169,331r11,3l191,336r6,1l203,338r13,l231,338r15,-1l262,336r18,-3l289,331r10,-2l305,328r4,l312,328r3,1l318,330r6,3l329,336r3,3l334,341r3,6l339,350r1,3l341,358r1,3l343,365r,7l341,378r-2,6l335,390r-2,2l331,394r-3,2l325,398r-6,3l303,406r-16,3l271,413r-16,2l239,417r-17,1l206,417r-17,-1l169,414r-18,-4l142,408r-8,-2l118,400r-14,-6l90,387,78,379,67,370,57,361r-4,-4l49,352,41,342,34,332,27,321,22,311,17,300,13,289,10,279,7,268,5,258,3,248,1,229,,212,,197,,186r1,-9l2,169r2,-8l6,149r4,-13l15,121r3,-8l22,105r4,-8l31,89r5,-8l42,72r7,-8l56,56r8,-7l72,42r9,-7l91,28r11,-6l108,20r6,-3l127,12,140,8,154,5,170,3r8,-1l186,1r17,l215,1r11,1l231,2r6,1l247,5r9,3l266,10r8,4l282,18r8,4l298,26r7,5l311,36r6,6l323,48r6,6l334,60r9,13l351,87r7,14l363,115r5,14l372,143r3,14l377,170r1,6l378,182r-1,6l376,193r-2,6l371,204r-3,5l365,214r-4,4l357,221r-5,3l347,227r-5,2l336,231r-5,1l325,232xm101,144r,2l101,149r1,2l103,153r2,2l107,156r2,1l111,157r160,l273,157r2,-1l277,155r2,-2l280,152r1,-3l282,147r-1,-2l279,134r-2,-5l275,123r-3,-7l269,110r-4,-6l260,98r-5,-6l252,89r-4,-2l241,82r-8,-4l224,74,214,72,203,70r-6,-1l191,69r-12,1l174,71r-5,1l160,74r-9,4l143,82r-6,4l130,92r-5,5l120,103r-4,7l112,116r-3,6l106,128r-2,6l101,144xm528,52r2,-2l536,43r5,-5l547,34r7,-6l561,23r10,-5l581,13,593,9,606,5,620,2r8,-1l636,1,644,r9,l671,1r13,1l696,5r11,3l717,12r5,2l727,16r9,5l744,27r8,6l755,36r3,3l765,46r5,7l775,60r5,8l784,76r7,15l796,107r4,14l802,135r2,12l805,158r,8l805,172r-2,202l802,381r-2,6l797,393r-2,3l793,399r-6,4l784,405r-3,1l778,407r-4,1l767,409r-22,l738,408r-7,-2l725,403r-3,-2l720,399r-5,-6l714,390r-2,-3l711,384r-1,-4l709,377r,-4l709,178r,-5l709,162r-1,-7l706,146r-2,-9l701,128r-4,-9l695,114r-3,-4l685,102r-4,-4l677,95r-4,-4l667,88r-5,-2l656,84r-6,-2l643,81r-8,l627,81r-7,l612,82r-7,1l599,85r-7,2l587,90r-6,2l577,95r-5,3l568,102r-4,3l561,109r-4,4l555,117r-3,4l550,125r-4,8l543,140r-2,7l539,154r-1,9l538,167r,206l537,377r,3l535,387r-3,6l529,396r-2,3l522,403r-3,2l516,406r-4,1l509,408r-7,1l477,409r-7,-1l463,406r-6,-3l455,401r-3,-2l448,393r-2,-3l444,387r-1,-3l442,380r,-3l442,373r,-327l442,43r,-4l443,36r1,-3l446,30r1,-3l449,25r2,-3l456,18r6,-3l469,13r6,-1l495,12r3,l501,13r4,1l508,15r3,1l513,18r3,2l519,22r4,5l526,33r2,6l528,46r,6xm1397,55r3,-4l1402,47r3,-3l1408,41r6,-6l1420,29r6,-5l1433,20r12,-7l1456,9r11,-3l1473,5r6,-1l1485,3r6,l1499,4r3,1l1506,6r6,4l1518,15r5,5l1525,23r1,4l1528,30r1,4l1529,38r,4l1529,60r,5l1528,68r-1,3l1525,75r-4,5l1517,83r-5,3l1507,88r-6,l1490,88r-7,1l1475,90r-6,1l1462,94r-6,2l1451,99r-5,4l1441,107r-4,4l1433,116r-4,4l1426,125r-5,10l1416,146r-3,11l1410,167r-2,10l1407,185r-2,13l1405,203r,171l1405,377r,3l1404,383r-1,3l1401,389r-1,3l1396,397r-5,4l1388,402r-3,2l1379,405r-6,1l1342,406r-6,-1l1332,405r-3,-1l1327,402r-3,-1l1319,397r-4,-5l1314,389r-2,-3l1310,380r,-3l1310,374r,-330l1310,37r2,-5l1313,29r2,-3l1319,21r2,-2l1324,18r5,-3l1332,14r3,-1l1341,12r24,l1372,13r6,2l1380,16r3,2l1388,21r2,3l1392,26r3,6l1396,34r,3l1397,41r,3l1397,55xm1815,56r-6,14l1806,75r-1,2l1803,80r-5,3l1793,86r-3,1l1788,88r-6,1l1779,89r-3,-1l1770,87r-13,-5l1744,78r-7,-1l1731,76r-6,-1l1720,75r-10,l1701,75r-7,2l1687,78r-6,2l1676,83r-8,5l1666,91r-3,2l1660,98r-1,3l1659,102r-1,2l1657,108r-1,3l1656,114r,3l1657,121r1,4l1659,129r3,5l1665,138r4,4l1674,146r7,4l1689,153r10,4l1710,162r21,9l1750,179r8,4l1766,187r7,4l1779,194r7,5l1792,203r6,6l1804,214r5,6l1815,225r4,6l1822,236r6,10l1833,257r2,5l1836,266r3,10l1840,285r,9l1840,302r-1,7l1837,316r-3,11l1831,333r-1,3l1829,339r-3,7l1823,352r-3,6l1815,364r-6,7l1803,377r-8,7l1785,391r-5,3l1775,397r-13,6l1748,408r-15,4l1724,413r-9,1l1704,416r-10,l1684,417r-10,l1664,417r-9,-1l1637,414r-17,-2l1605,408r-13,-3l1580,401r-6,-3l1571,397r-3,-3l1564,390r-3,-6l1559,378r-1,-3l1558,371r1,-6l1561,358r5,-12l1568,343r1,-3l1573,336r3,-2l1578,332r5,-3l1589,327r6,l1601,327r6,2l1619,333r9,3l1634,337r8,2l1651,340r9,1l1670,342r10,l1690,342r10,-1l1705,340r4,l1714,339r4,-2l1726,334r3,-2l1732,330r3,-2l1737,325r2,-3l1740,318r2,-6l1743,305r1,-6l1743,293r-1,-5l1740,283r-3,-5l1734,274r-4,-4l1726,266r-4,-4l1717,259r-11,-6l1695,248r-22,-9l1650,229r-24,-12l1619,213r-8,-5l1605,202r-6,-5l1594,192r-5,-5l1585,182r-4,-6l1575,165r-4,-10l1568,144r-2,-10l1565,124r,-9l1566,107r1,-7l1569,90r1,-4l1571,83r3,-7l1576,70r4,-6l1584,58r5,-7l1595,44r7,-7l1611,30r10,-7l1626,20r6,-3l1644,11r7,-2l1658,7r16,-4l1684,2r9,-1l1703,r9,l1729,r17,2l1761,5r14,3l1787,12r11,4l1801,17r2,2l1808,22r4,5l1815,32r1,3l1817,38r,6l1817,50r-1,3l1815,56xm2404,52r2,-2l2412,43r4,-4l2422,34r7,-5l2437,23r9,-5l2456,13r12,-4l2481,5r14,-2l2503,1r8,l2519,r9,l2546,1r13,2l2571,5r11,3l2593,12r5,2l2602,16r9,5l2619,27r8,6l2630,36r4,3l2640,46r6,7l2651,61r4,7l2660,76r6,15l2671,107r4,15l2678,135r1,13l2680,158r,8l2680,173r-1,201l2678,381r-2,7l2672,394r-2,2l2668,399r-5,4l2660,405r-3,1l2653,408r-3,1l2643,409r-23,l2613,409r-6,-3l2600,403r-2,-2l2595,399r-4,-6l2589,390r-2,-3l2586,384r-1,-3l2585,377r,-4l2585,178r,-4l2584,162r-1,-7l2582,146r-2,-9l2576,128r-4,-9l2570,115r-3,-5l2561,102r-4,-4l2553,95r-5,-4l2543,89r-6,-3l2532,84r-7,-2l2518,81r-7,l2503,81r-8,l2487,82r-7,2l2474,85r-6,2l2462,90r-5,2l2452,95r-5,4l2443,102r-3,4l2436,109r-3,4l2430,117r-3,4l2425,125r-4,8l2418,140r-2,7l2415,154r-2,9l2413,167r,206l2413,377r-1,4l2410,387r-3,6l2405,396r-2,3l2397,403r-3,2l2391,406r-3,2l2384,409r-7,l2353,409r-7,l2339,406r-6,-3l2330,401r-3,-2l2323,393r-2,-3l2320,387r-1,-3l2318,381r-1,-4l2317,373r,-327l2317,43r1,-4l2318,36r2,-3l2321,30r2,-3l2325,25r2,-3l2332,18r6,-3l2344,13r7,-1l2370,12r3,l2377,13r3,1l2383,15r3,1l2389,18r3,2l2394,22r4,5l2401,33r2,6l2404,46r,6xm3009,56r-5,14l3001,75r-2,2l2997,80r-4,3l2987,86r-2,1l2982,88r-6,1l2973,89r-3,-1l2964,87r-13,-5l2938,78r-6,-1l2926,76r-6,-1l2914,75r-10,l2896,75r-8,2l2881,78r-6,2l2870,83r-7,5l2860,91r-2,2l2855,98r-2,3l2853,102r-1,2l2851,108r,3l2850,114r,3l2851,121r1,4l2853,129r3,5l2859,138r4,4l2869,146r6,4l2883,153r11,4l2904,162r21,9l2944,179r9,4l2960,187r7,4l2974,194r6,5l2987,203r6,6l2998,214r6,6l3009,225r4,6l3017,236r6,10l3027,257r2,5l3031,266r2,10l3034,285r,9l3034,302r-1,7l3031,316r-3,11l3025,333r-1,3l3023,339r-3,7l3017,352r-3,6l3009,364r-5,7l2997,377r-8,7l2980,391r-5,3l2969,397r-12,6l2943,408r-16,4l2918,413r-9,1l2899,416r-11,l2878,417r-10,l2858,417r-9,-1l2831,414r-16,-2l2800,408r-14,-3l2774,401r-6,-3l2765,397r-2,-3l2758,390r-3,-6l2753,378r,-3l2752,371r1,-6l2755,358r5,-12l2762,343r2,-3l2768,336r2,-2l2772,332r6,-3l2783,327r6,l2796,327r6,2l2813,333r9,3l2828,337r8,2l2845,340r9,1l2864,342r10,l2885,342r9,-1l2899,340r5,l2908,339r4,-2l2920,334r3,-2l2926,330r3,-2l2931,325r2,-3l2935,318r2,-6l2938,305r,-6l2937,293r-1,-5l2934,283r-3,-5l2928,274r-3,-4l2920,266r-4,-4l2911,259r-10,-6l2890,248r-23,-9l2845,229r-24,-12l2813,213r-7,-5l2799,202r-6,-5l2788,192r-5,-5l2779,182r-4,-6l2769,165r-4,-10l2762,144r-2,-10l2759,124r,-9l2760,107r1,-7l2763,90r1,-4l2765,83r3,-7l2771,70r3,-6l2778,58r5,-7l2789,44r8,-7l2805,30r10,-7l2820,20r6,-3l2838,11r7,-2l2853,7r15,-4l2878,2r10,-1l2897,r9,l2924,r16,2l2955,5r14,3l2981,12r11,4l2995,17r3,2l3002,22r4,5l3009,32r1,3l3011,38r,6l3011,50r-1,3l3009,56xm1193,232r-231,l962,238r1,7l965,254r3,10l972,275r3,6l978,287r9,11l992,304r6,5l1004,314r7,5l1019,323r9,4l1037,331r10,3l1059,336r6,1l1071,338r13,l1098,338r16,-1l1130,336r18,-3l1157,331r10,-2l1173,328r4,l1180,328r3,1l1186,330r6,3l1197,336r2,3l1202,341r3,6l1207,350r1,3l1209,358r1,3l1211,365r-1,7l1209,378r-2,6l1203,390r-2,2l1198,394r-2,2l1193,398r-6,3l1171,406r-16,3l1139,413r-16,2l1107,417r-17,1l1073,417r-16,-1l1037,414r-18,-4l1010,408r-8,-2l986,400r-14,-6l958,387r-12,-8l935,370r-10,-9l921,357r-5,-5l908,342r-7,-10l895,321r-5,-10l885,300r-4,-11l878,279r-3,-11l873,258r-2,-10l869,229r-1,-17l868,197r,-11l869,177r1,-8l871,161r3,-12l878,136r5,-15l886,113r4,-8l894,97r5,-8l904,81r6,-9l916,64r8,-8l931,49r9,-7l949,35r10,-7l970,22r6,-2l982,17r12,-5l1008,8r14,-3l1038,3r8,-1l1054,1r17,l1083,1r11,1l1099,2r6,1l1115,5r9,3l1133,10r9,4l1150,18r8,4l1166,26r7,5l1179,36r6,6l1191,48r6,6l1202,60r9,13l1219,87r7,14l1231,115r5,14l1240,143r3,14l1245,170r1,6l1246,182r-1,6l1244,193r-2,6l1239,204r-3,5l1233,214r-4,4l1225,221r-5,3l1215,227r-5,2l1204,231r-5,1l1193,232xm969,144r,2l969,149r1,2l971,153r1,2l974,156r3,1l979,157r160,l1141,157r2,-1l1145,155r2,-2l1148,152r1,-3l1149,147r,-2l1147,134r-2,-5l1143,123r-3,-7l1137,110r-4,-6l1128,98r-5,-6l1120,89r-4,-2l1109,82r-8,-4l1092,74r-10,-2l1071,70r-6,-1l1058,69r-11,1l1042,71r-5,1l1028,74r-9,4l1011,82r-7,4l998,92r-5,5l988,103r-4,7l980,116r-3,6l974,128r-2,6l969,144xm2203,232r-231,l1973,238r,7l1975,254r3,10l1983,275r2,6l1989,287r8,11l2002,304r6,5l2014,314r7,5l2029,323r9,4l2047,331r11,3l2069,336r6,1l2081,338r14,l2109,338r15,-1l2141,336r17,-3l2167,331r10,-2l2184,328r3,l2190,328r3,1l2196,330r6,3l2207,336r3,3l2212,341r3,6l2217,350r1,3l2220,358r,3l2221,365r,7l2219,378r-2,6l2213,390r-2,2l2209,394r-3,2l2203,398r-6,3l2181,406r-15,3l2150,413r-17,2l2117,417r-17,1l2084,417r-17,-1l2047,414r-18,-4l2020,408r-8,-2l1996,400r-14,-6l1969,387r-12,-8l1946,370r-10,-9l1931,357r-4,-5l1919,342r-7,-10l1906,321r-6,-10l1895,300r-4,-11l1888,279r-3,-11l1883,258r-2,-10l1879,229r-1,-17l1878,197r1,-11l1879,177r1,-8l1882,161r2,-12l1888,136r5,-15l1896,113r4,-8l1904,97r5,-8l1914,81r6,-9l1927,64r7,-8l1942,49r8,-7l1960,35r10,-7l1981,22r5,-2l1992,17r13,-5l2018,8r15,-3l2048,3r8,-1l2064,1r18,l2093,1r11,1l2110,2r5,1l2125,5r10,3l2144,10r8,4l2161,18r7,4l2176,26r7,5l2189,36r7,6l2201,48r6,6l2212,60r9,13l2229,87r7,14l2242,115r4,14l2250,143r3,14l2256,170r,6l2256,182r-1,6l2254,193r-2,6l2250,204r-3,5l2243,214r-4,4l2235,221r-4,3l2226,227r-6,2l2215,231r-6,1l2203,232xm1979,144r,2l1979,149r1,2l1981,153r2,2l1985,156r2,1l1990,157r159,l2151,157r3,-1l2156,155r1,-2l2159,152r,-3l2160,147r,-2l2157,134r-2,-5l2153,123r-3,-7l2147,110r-4,-6l2138,98r-5,-6l2130,89r-3,-2l2119,82r-8,-4l2102,74r-10,-2l2081,70r-6,-1l2069,69r-11,1l2052,71r-5,1l2038,74r-9,4l2022,82r-7,4l2009,92r-6,5l1998,103r-4,7l1990,116r-3,6l1985,128r-3,6l1979,144xe" fillcolor="#134851" stroked="f">
            <v:path arrowok="t" o:connecttype="custom" o:connectlocs="5278438,139700;5029200,376238;5368925,519113;5257800,660400;4879975,334963;5148263,3175;5475288,247650;188913,473075;530225,541338;212725,644525;15875,215900;376238,4763;588963,323850;447675,233363;198438,153988;1122363,12700;1258888,633413;1106488,188913;881063,185738;717550,633413;814388,28575;2400300,15875;2287588,169863;2120900,642938;2190750,25400;2747963,120650;2668588,238125;2916238,501650;2571750,654050;2593975,534988;2746375,428625;2493963,131763;2862263,30163;4062413,4763;4241800,625475;4095750,217488;3867150,173038;3703638,639763;3783013,23813;4635500,119063;4576763,242888;4806950,519113;4445000,647700;4502150,538163;4635500,422275;4394200,120650;4765675,34925;1681163,533400;1916113,609600;1441450,542925;1466850,88900;1871663,57150;1903413,368300;1782763,146050;3130550,368300;3467100,520700;3386138,658813;2982913,363538;3227388,7938;3571875,227013;3159125,249238;3267075,111125" o:connectangles="0,0,0,0,0,0,0,0,0,0,0,0,0,0,0,0,0,0,0,0,0,0,0,0,0,0,0,0,0,0,0,0,0,0,0,0,0,0,0,0,0,0,0,0,0,0,0,0,0,0,0,0,0,0,0,0,0,0,0,0,0,0"/>
            <o:lock v:ext="edit" verticies="t"/>
          </v:shape>
          <v:shape id="Freeform 7" o:spid="_x0000_s14339" style="position:absolute;width:11033;height:11509;visibility:visible;mso-wrap-style:square;v-text-anchor:top" coordsize="695,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" path="m172,431r2,-7l177,415r4,-8l186,398r6,-9l198,380r7,-9l213,362r5,-5l222,354r5,-4l232,346r5,-3l243,340r5,-3l254,335r12,-5l273,329r7,-1l287,327r7,-1l309,326r25,1l362,327r14,l389,327r12,-1l410,324r17,-3l443,317r14,-5l464,309r6,-3l476,303r6,-4l494,291r6,-6l505,280r6,-7l516,267r7,-10l529,246r5,-10l539,226r3,-10l545,206r2,-11l549,185r1,-10l550,166r,-10l549,147r-1,-10l547,128r-2,-9l543,111,539,95,533,80r-2,-6l528,67,523,56r-5,-9l514,41r-3,-6l528,43r16,9l558,61r14,9l586,80r12,11l609,101r11,11l630,123r9,11l655,157r7,11l669,178r5,11l680,199r4,9l687,217r3,10l692,236r2,9l695,254r,10l695,273r-1,9l693,291r-1,9l689,308r-2,9l683,325r-3,8l676,341r-5,8l666,356r-5,9l655,371r-7,7l642,384r-7,6l627,395r-7,5l612,404r-9,4l595,411r-9,3l576,417r-9,2l557,420r-13,1l531,421r-14,-1l502,419r-15,-2l472,415r-17,-4l438,407r-17,-5l404,399r-17,-3l372,393r-16,-2l342,390r-14,-1l315,389r-12,l291,390r-11,1l269,392r-19,3l233,400r-15,5l205,410r-10,5l186,420r-6,5l175,428r-3,3xm453,256r-6,-9l440,239r-7,-8l426,224r-7,-7l411,210r-7,-6l396,198r-8,-5l380,188r-8,-4l364,180r-9,-4l347,173r-18,-6l321,165r-9,-2l294,160r-18,-2l258,157r-18,l222,157r-17,2l187,161r-16,3l154,167r-16,4l123,175r-14,4l95,183r-25,9l50,200r-15,6l25,211r-3,2l29,198r8,-13l45,172r8,-13l62,147r8,-11l79,125r9,-10l106,97r9,-9l124,80r9,-8l143,65,161,52,180,41,199,31r19,-8l236,16r10,-3l255,11r9,-3l272,6,290,3,307,1,318,r11,l340,r11,2l362,4r10,3l382,10r9,4l401,19r9,5l418,30r8,6l434,43r7,7l448,57r6,8l460,74r5,9l470,92r4,9l477,111r3,9l482,130r2,11l485,151r,10l484,172r-1,11l481,193r-3,11l475,215r-5,10l464,238r-6,10l453,256xm244,193r-14,14l217,221r-12,14l194,248r-9,14l176,275r-8,14l161,302r-6,13l150,328r-4,13l142,354r-2,13l138,380r-1,12l137,404r,12l138,428r2,11l142,451r3,11l148,473r4,11l156,494r5,11l166,515r6,10l178,535r6,10l191,554r7,10l205,573r15,17l236,606r16,16l269,636r16,14l302,663r15,11l333,684r27,18l382,714r19,11l377,725r-12,l354,724r-11,l332,723r-11,-1l310,721r-10,-2l290,718r-20,-4l252,710r-18,-5l217,700r-16,-7l193,690r-8,-3l170,680r-13,-8l143,664r-12,-9l119,646r-11,-9l98,628r-5,-5l88,618,79,607,70,597,62,586,54,576,48,565,41,554,35,542,25,520,20,509,16,497,12,486,9,475,5,461,3,448,1,434,,421,,408,1,395,2,382,5,369,8,355r4,-12l16,331r5,-12l27,308r6,-11l40,286r8,-10l56,266r9,-9l74,248r10,-8l94,232r10,-7l116,218r11,-6l139,207r6,-2l151,203r13,-4l170,197r7,-1l183,195r7,-2l204,192r13,-1l231,192r10,l244,193xm285,581r22,4l328,589r21,3l369,594r20,1l409,595r19,l446,594r9,l464,593r17,-2l498,588r16,-2l544,579r28,-8l596,563r22,-8l637,546r16,-7l665,532r9,-5l682,522r-5,14l671,549r-7,12l657,573r-8,11l641,595r-9,10l623,615r-9,9l604,632r-19,16l575,655r-9,7l547,673r-8,5l531,682r-8,3l514,687r-8,3l497,691r-9,1l479,692r-8,l462,691r-9,-1l444,688r-8,-3l428,682r-9,-3l411,674r-12,-7l388,660,365,644,343,629,324,614,308,601,296,590r-11,-9xe" fillcolor="#fd942c" stroked="f">
            <v:path arrowok="t" o:connecttype="custom" o:connectlocs="314325,603250;376237,544512;455612,519112;636587,517525;755650,481012;830262,407987;871537,293687;865187,188912;822325,74612;930275,127000;1050925,266700;1098550,374650;1098550,476250;1057275,565150;984250,635000;884237,666750;722312,652462;542925,619125;396875,627062;277812,679450;665162,344487;577850,285750;438150,250825;244475,265112;55562,327025;98425,233362;211137,114300;390525,20637;522287,0;636587,30162;720725,103187;765175,206375;758825,323850;365125,328612;255587,479425;217487,622300;234950,750887;292100,865187;427037,1009650;636587,1150937;492125,1144587;319087,1100137;188912,1025525;98425,930275;25400,788987;0,647700;33337,506412;117475,393700;230187,325437;323850,304800;520700,935037;722312,942975;946150,893762;1074737,850900;989012,976312;855662,1076325;760412,1098550;665162,1077912;488950,954087" o:connectangles="0,0,0,0,0,0,0,0,0,0,0,0,0,0,0,0,0,0,0,0,0,0,0,0,0,0,0,0,0,0,0,0,0,0,0,0,0,0,0,0,0,0,0,0,0,0,0,0,0,0,0,0,0,0,0,0,0,0,0"/>
            <o:lock v:ext="edit" verticies="t"/>
          </v:shape>
          <w10:wrap type="none"/>
          <w10:anchorlock/>
        </v:group>
      </w:pict>
    </w:r>
    <w:r w:rsidR="00697E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4C5"/>
    <w:multiLevelType w:val="hybridMultilevel"/>
    <w:tmpl w:val="5A2221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862C3"/>
    <w:multiLevelType w:val="hybridMultilevel"/>
    <w:tmpl w:val="E5BC2330"/>
    <w:lvl w:ilvl="0" w:tplc="AD5C44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4BE4C1C"/>
    <w:multiLevelType w:val="hybridMultilevel"/>
    <w:tmpl w:val="858499F8"/>
    <w:lvl w:ilvl="0" w:tplc="493CDB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7DF58CD"/>
    <w:multiLevelType w:val="hybridMultilevel"/>
    <w:tmpl w:val="988837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17404"/>
    <w:multiLevelType w:val="hybridMultilevel"/>
    <w:tmpl w:val="2BC8F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75587"/>
    <w:multiLevelType w:val="hybridMultilevel"/>
    <w:tmpl w:val="C0B46C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80C82"/>
    <w:multiLevelType w:val="hybridMultilevel"/>
    <w:tmpl w:val="9982B234"/>
    <w:lvl w:ilvl="0" w:tplc="8036F9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7101FB5"/>
    <w:multiLevelType w:val="hybridMultilevel"/>
    <w:tmpl w:val="0B6A2F3E"/>
    <w:lvl w:ilvl="0" w:tplc="0425000F">
      <w:start w:val="1"/>
      <w:numFmt w:val="decimal"/>
      <w:lvlText w:val="%1."/>
      <w:lvlJc w:val="left"/>
      <w:pPr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25734634">
    <w:abstractNumId w:val="4"/>
  </w:num>
  <w:num w:numId="2" w16cid:durableId="1100948671">
    <w:abstractNumId w:val="6"/>
  </w:num>
  <w:num w:numId="3" w16cid:durableId="316882296">
    <w:abstractNumId w:val="2"/>
  </w:num>
  <w:num w:numId="4" w16cid:durableId="983393695">
    <w:abstractNumId w:val="5"/>
  </w:num>
  <w:num w:numId="5" w16cid:durableId="1223760807">
    <w:abstractNumId w:val="3"/>
  </w:num>
  <w:num w:numId="6" w16cid:durableId="2021158090">
    <w:abstractNumId w:val="7"/>
  </w:num>
  <w:num w:numId="7" w16cid:durableId="667635400">
    <w:abstractNumId w:val="1"/>
  </w:num>
  <w:num w:numId="8" w16cid:durableId="104079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703E"/>
    <w:rsid w:val="00006F73"/>
    <w:rsid w:val="000169F3"/>
    <w:rsid w:val="00057A3D"/>
    <w:rsid w:val="00086311"/>
    <w:rsid w:val="00097B89"/>
    <w:rsid w:val="000A0899"/>
    <w:rsid w:val="000A44F2"/>
    <w:rsid w:val="000F5293"/>
    <w:rsid w:val="00106273"/>
    <w:rsid w:val="0011402A"/>
    <w:rsid w:val="0012146E"/>
    <w:rsid w:val="00123E46"/>
    <w:rsid w:val="00127174"/>
    <w:rsid w:val="00142533"/>
    <w:rsid w:val="0015621A"/>
    <w:rsid w:val="00161DA8"/>
    <w:rsid w:val="00167B7F"/>
    <w:rsid w:val="001A37EE"/>
    <w:rsid w:val="001A6D8A"/>
    <w:rsid w:val="001B0FB8"/>
    <w:rsid w:val="001B7AC5"/>
    <w:rsid w:val="001D6299"/>
    <w:rsid w:val="001E40E8"/>
    <w:rsid w:val="002132A8"/>
    <w:rsid w:val="00226ADE"/>
    <w:rsid w:val="00247FF1"/>
    <w:rsid w:val="002643C1"/>
    <w:rsid w:val="0026535E"/>
    <w:rsid w:val="002675B2"/>
    <w:rsid w:val="00295A3A"/>
    <w:rsid w:val="002A7150"/>
    <w:rsid w:val="002B1BEF"/>
    <w:rsid w:val="002B2815"/>
    <w:rsid w:val="002B45A7"/>
    <w:rsid w:val="002C0D11"/>
    <w:rsid w:val="002D194D"/>
    <w:rsid w:val="002D1D28"/>
    <w:rsid w:val="002E6010"/>
    <w:rsid w:val="002F355C"/>
    <w:rsid w:val="0030313D"/>
    <w:rsid w:val="00305582"/>
    <w:rsid w:val="00383E69"/>
    <w:rsid w:val="0039318D"/>
    <w:rsid w:val="00395A7A"/>
    <w:rsid w:val="00401F3C"/>
    <w:rsid w:val="00406971"/>
    <w:rsid w:val="00410FE0"/>
    <w:rsid w:val="0041425A"/>
    <w:rsid w:val="004223E4"/>
    <w:rsid w:val="00433045"/>
    <w:rsid w:val="00445F69"/>
    <w:rsid w:val="004562E0"/>
    <w:rsid w:val="0047545C"/>
    <w:rsid w:val="0048225E"/>
    <w:rsid w:val="004935BC"/>
    <w:rsid w:val="004A451F"/>
    <w:rsid w:val="004B2C5B"/>
    <w:rsid w:val="004B6DA0"/>
    <w:rsid w:val="004C11E8"/>
    <w:rsid w:val="004C4A2D"/>
    <w:rsid w:val="004E14F6"/>
    <w:rsid w:val="00537936"/>
    <w:rsid w:val="0057749B"/>
    <w:rsid w:val="00592DE1"/>
    <w:rsid w:val="00611399"/>
    <w:rsid w:val="00671781"/>
    <w:rsid w:val="00692069"/>
    <w:rsid w:val="0069210D"/>
    <w:rsid w:val="0069595B"/>
    <w:rsid w:val="00697E7B"/>
    <w:rsid w:val="006D37F3"/>
    <w:rsid w:val="006F1871"/>
    <w:rsid w:val="0070118C"/>
    <w:rsid w:val="007127D8"/>
    <w:rsid w:val="007169D1"/>
    <w:rsid w:val="00725518"/>
    <w:rsid w:val="00732F51"/>
    <w:rsid w:val="00741A3A"/>
    <w:rsid w:val="00752F8A"/>
    <w:rsid w:val="00760A61"/>
    <w:rsid w:val="00761C85"/>
    <w:rsid w:val="00777CA5"/>
    <w:rsid w:val="0079736F"/>
    <w:rsid w:val="007B0937"/>
    <w:rsid w:val="007C3C38"/>
    <w:rsid w:val="007D0216"/>
    <w:rsid w:val="007D7041"/>
    <w:rsid w:val="00805174"/>
    <w:rsid w:val="00846C9A"/>
    <w:rsid w:val="008E5AAF"/>
    <w:rsid w:val="00915F49"/>
    <w:rsid w:val="00920B66"/>
    <w:rsid w:val="00922804"/>
    <w:rsid w:val="009932C9"/>
    <w:rsid w:val="009A5B32"/>
    <w:rsid w:val="009C3F41"/>
    <w:rsid w:val="009D1C4B"/>
    <w:rsid w:val="009E38DD"/>
    <w:rsid w:val="009E5F9D"/>
    <w:rsid w:val="009E6846"/>
    <w:rsid w:val="009F1641"/>
    <w:rsid w:val="009F31C5"/>
    <w:rsid w:val="00A177EA"/>
    <w:rsid w:val="00A23E22"/>
    <w:rsid w:val="00A310A1"/>
    <w:rsid w:val="00AA6A54"/>
    <w:rsid w:val="00AB77BF"/>
    <w:rsid w:val="00B04C8D"/>
    <w:rsid w:val="00B21B5D"/>
    <w:rsid w:val="00B22A1C"/>
    <w:rsid w:val="00B61DF2"/>
    <w:rsid w:val="00B71AE8"/>
    <w:rsid w:val="00B74EF4"/>
    <w:rsid w:val="00B97620"/>
    <w:rsid w:val="00BA506C"/>
    <w:rsid w:val="00BB78AC"/>
    <w:rsid w:val="00BE0E8C"/>
    <w:rsid w:val="00BE16A7"/>
    <w:rsid w:val="00BF14BE"/>
    <w:rsid w:val="00BF552F"/>
    <w:rsid w:val="00C0598D"/>
    <w:rsid w:val="00C47160"/>
    <w:rsid w:val="00C637BC"/>
    <w:rsid w:val="00C66538"/>
    <w:rsid w:val="00C8428D"/>
    <w:rsid w:val="00C87659"/>
    <w:rsid w:val="00CC4A43"/>
    <w:rsid w:val="00CE33E6"/>
    <w:rsid w:val="00D17DA3"/>
    <w:rsid w:val="00D50C0B"/>
    <w:rsid w:val="00D61BEB"/>
    <w:rsid w:val="00D6598A"/>
    <w:rsid w:val="00D91FFD"/>
    <w:rsid w:val="00DD4F7C"/>
    <w:rsid w:val="00DE36F9"/>
    <w:rsid w:val="00DE45BD"/>
    <w:rsid w:val="00DE5D6E"/>
    <w:rsid w:val="00DE7936"/>
    <w:rsid w:val="00E02B84"/>
    <w:rsid w:val="00E06041"/>
    <w:rsid w:val="00E31338"/>
    <w:rsid w:val="00E452DB"/>
    <w:rsid w:val="00E86AEA"/>
    <w:rsid w:val="00E86B02"/>
    <w:rsid w:val="00EC1F99"/>
    <w:rsid w:val="00EE089B"/>
    <w:rsid w:val="00EE24AC"/>
    <w:rsid w:val="00F3659D"/>
    <w:rsid w:val="00F53C0B"/>
    <w:rsid w:val="00F70596"/>
    <w:rsid w:val="00F760B6"/>
    <w:rsid w:val="00F8703E"/>
    <w:rsid w:val="00FA6653"/>
    <w:rsid w:val="00FC116A"/>
    <w:rsid w:val="00FC44AE"/>
    <w:rsid w:val="00FC7CAE"/>
    <w:rsid w:val="00FD0E55"/>
    <w:rsid w:val="00FE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0"/>
    <o:shapelayout v:ext="edit">
      <o:idmap v:ext="edit" data="1"/>
    </o:shapelayout>
  </w:shapeDefaults>
  <w:decimalSymbol w:val=","/>
  <w:listSeparator w:val=";"/>
  <w14:docId w14:val="077831CB"/>
  <w15:docId w15:val="{A913B63B-60A9-4248-884D-453C5EE76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F69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AOTSIKKO">
    <w:name w:val="ALAOTSIKKO"/>
    <w:basedOn w:val="BodyTextIndent2"/>
    <w:next w:val="BodyTextIndent"/>
    <w:link w:val="ALAOTSIKKOChar"/>
    <w:uiPriority w:val="8"/>
    <w:qFormat/>
    <w:rsid w:val="00B71AE8"/>
    <w:pPr>
      <w:spacing w:after="0" w:line="240" w:lineRule="auto"/>
      <w:ind w:left="0"/>
      <w:outlineLvl w:val="0"/>
    </w:pPr>
    <w:rPr>
      <w:rFonts w:ascii="Arial" w:hAnsi="Arial"/>
      <w:lang w:val="fi-FI" w:eastAsia="fi-FI"/>
    </w:rPr>
  </w:style>
  <w:style w:type="character" w:customStyle="1" w:styleId="ALAOTSIKKOChar">
    <w:name w:val="ALAOTSIKKO Char"/>
    <w:basedOn w:val="BodyTextIndent2Char"/>
    <w:link w:val="ALAOTSIKKO"/>
    <w:uiPriority w:val="8"/>
    <w:rsid w:val="00B71AE8"/>
    <w:rPr>
      <w:rFonts w:ascii="Arial" w:eastAsia="Times New Roman" w:hAnsi="Arial" w:cs="Times New Roman"/>
      <w:szCs w:val="20"/>
      <w:lang w:val="fi-FI" w:eastAsia="fi-FI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71AE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71AE8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71AE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1AE8"/>
  </w:style>
  <w:style w:type="paragraph" w:styleId="Header">
    <w:name w:val="header"/>
    <w:basedOn w:val="Normal"/>
    <w:link w:val="HeaderChar"/>
    <w:unhideWhenUsed/>
    <w:rsid w:val="00B71AE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1AE8"/>
  </w:style>
  <w:style w:type="paragraph" w:styleId="Footer">
    <w:name w:val="footer"/>
    <w:basedOn w:val="Normal"/>
    <w:link w:val="FooterChar"/>
    <w:uiPriority w:val="99"/>
    <w:unhideWhenUsed/>
    <w:rsid w:val="00B71AE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1AE8"/>
  </w:style>
  <w:style w:type="paragraph" w:styleId="NoSpacing">
    <w:name w:val="No Spacing"/>
    <w:uiPriority w:val="1"/>
    <w:qFormat/>
    <w:rsid w:val="00BF552F"/>
    <w:rPr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45F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5F69"/>
  </w:style>
  <w:style w:type="paragraph" w:customStyle="1" w:styleId="Sisu">
    <w:name w:val="Sisu"/>
    <w:basedOn w:val="Normal"/>
    <w:rsid w:val="00445F69"/>
    <w:pPr>
      <w:spacing w:before="120"/>
    </w:pPr>
    <w:rPr>
      <w:sz w:val="24"/>
      <w:lang w:eastAsia="en-US"/>
    </w:rPr>
  </w:style>
  <w:style w:type="paragraph" w:styleId="FootnoteText">
    <w:name w:val="footnote text"/>
    <w:basedOn w:val="Normal"/>
    <w:link w:val="FootnoteTextChar"/>
    <w:rsid w:val="00445F69"/>
  </w:style>
  <w:style w:type="character" w:customStyle="1" w:styleId="FootnoteTextChar">
    <w:name w:val="Footnote Text Char"/>
    <w:basedOn w:val="DefaultParagraphFont"/>
    <w:link w:val="FootnoteText"/>
    <w:rsid w:val="00445F69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rsid w:val="00445F6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0604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06F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7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8A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4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e.unnuk@enersens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eeter.kippasto@elering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icel\Desktop\Blankett%2005.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5D416-50C6-4A5C-B7DC-F7B6455DF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Blankett 05.01</Template>
  <TotalTime>355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Empower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Läänson</dc:creator>
  <cp:lastModifiedBy>Unnuk Rene</cp:lastModifiedBy>
  <cp:revision>49</cp:revision>
  <cp:lastPrinted>2009-01-05T12:35:00Z</cp:lastPrinted>
  <dcterms:created xsi:type="dcterms:W3CDTF">2010-03-09T07:02:00Z</dcterms:created>
  <dcterms:modified xsi:type="dcterms:W3CDTF">2022-11-11T07:11:00Z</dcterms:modified>
</cp:coreProperties>
</file>